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  <w:r w:rsidRPr="00015E5C">
              <w:t>Keskkonnaprojekt OÜ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Ringtee 12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51013  TARTU</w:t>
            </w:r>
          </w:p>
          <w:p w:rsidR="003B2A9C" w:rsidRPr="00BF4D7C" w:rsidRDefault="003B2A9C" w:rsidP="009C74C9">
            <w:pPr>
              <w:pStyle w:val="Adressaat"/>
              <w:rPr>
                <w:iCs/>
              </w:rPr>
            </w:pP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  <w:r w:rsidRPr="00015E5C">
              <w:t xml:space="preserve">Teie  </w:t>
            </w:r>
            <w:r w:rsidR="00386523">
              <w:t>25.05.2020</w:t>
            </w:r>
            <w:r w:rsidRPr="00015E5C">
              <w:t xml:space="preserve"> 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 xml:space="preserve">Meie </w:t>
            </w:r>
          </w:p>
        </w:tc>
      </w:tr>
    </w:tbl>
    <w:p w:rsidR="00E271B9" w:rsidRDefault="00E271B9" w:rsidP="00E271B9">
      <w:pPr>
        <w:pStyle w:val="kirjapealkiri"/>
        <w:spacing w:before="0" w:after="480"/>
        <w:rPr>
          <w:b/>
        </w:rPr>
      </w:pPr>
      <w:r>
        <w:rPr>
          <w:b/>
        </w:rPr>
        <w:t xml:space="preserve">Kinnituskiri </w:t>
      </w:r>
    </w:p>
    <w:p w:rsidR="00E271B9" w:rsidRDefault="00386523" w:rsidP="00E271B9">
      <w:r>
        <w:rPr>
          <w:noProof/>
          <w:kern w:val="24"/>
          <w:lang w:eastAsia="et-EE"/>
        </w:rPr>
        <w:t>OÜ Nordecon Betoon</w:t>
      </w:r>
      <w:r w:rsidR="00E271B9">
        <w:t xml:space="preserve"> (</w:t>
      </w:r>
      <w:r w:rsidR="00E271B9">
        <w:rPr>
          <w:noProof/>
          <w:kern w:val="24"/>
          <w:lang w:eastAsia="et-EE"/>
        </w:rPr>
        <w:t xml:space="preserve">registrikood </w:t>
      </w:r>
      <w:r>
        <w:rPr>
          <w:noProof/>
          <w:kern w:val="24"/>
          <w:lang w:eastAsia="et-EE"/>
        </w:rPr>
        <w:t>10647027</w:t>
      </w:r>
      <w:r w:rsidR="00E271B9">
        <w:t xml:space="preserve">) tellijana kinnitab, et Keskkonnaprojekt OÜ (registrikood 10769210, aadress Ringtee 12, Tartu) teostas </w:t>
      </w:r>
      <w:r w:rsidR="00E271B9" w:rsidRPr="003C3345">
        <w:t>ajavahemikul</w:t>
      </w:r>
      <w:r w:rsidR="003C3345" w:rsidRPr="003C3345">
        <w:t xml:space="preserve"> </w:t>
      </w:r>
      <w:r>
        <w:t>13.06.2019</w:t>
      </w:r>
      <w:r w:rsidR="003C3345" w:rsidRPr="003C3345">
        <w:t>-</w:t>
      </w:r>
      <w:r>
        <w:t>20.02.2020</w:t>
      </w:r>
      <w:r w:rsidR="00E271B9" w:rsidRPr="003C3345">
        <w:t xml:space="preserve"> </w:t>
      </w:r>
      <w:r w:rsidRPr="00386523">
        <w:t>Tiskre Oja elurajooni tänavate ja tehnovõrkude projekteerimine (eelprojekti ja põhiprojekti koostamine)</w:t>
      </w:r>
      <w:r w:rsidR="00E271B9">
        <w:t xml:space="preserve">  tööd sõlmitud lepingu ja hea tava kohaselt.</w:t>
      </w:r>
    </w:p>
    <w:p w:rsidR="00E271B9" w:rsidRDefault="00E271B9" w:rsidP="00E271B9"/>
    <w:p w:rsidR="00E271B9" w:rsidRDefault="00E271B9" w:rsidP="00E271B9">
      <w:pPr>
        <w:pStyle w:val="Snum"/>
        <w:rPr>
          <w:rFonts w:cs="Times New Roman"/>
        </w:rPr>
      </w:pPr>
      <w:r>
        <w:rPr>
          <w:rFonts w:cs="Times New Roman"/>
        </w:rPr>
        <w:t xml:space="preserve">Tööde kogumaksumus </w:t>
      </w:r>
      <w:r w:rsidR="00386523">
        <w:rPr>
          <w:rFonts w:cs="Times New Roman"/>
        </w:rPr>
        <w:t>70 430,00</w:t>
      </w:r>
      <w:r>
        <w:rPr>
          <w:rFonts w:cs="Times New Roman"/>
        </w:rPr>
        <w:t xml:space="preserve"> eurot (ilma käibemaksuta). </w:t>
      </w:r>
    </w:p>
    <w:p w:rsidR="00E271B9" w:rsidRDefault="00386523" w:rsidP="00E271B9">
      <w:pPr>
        <w:pStyle w:val="Snum"/>
        <w:rPr>
          <w:rFonts w:cs="Times New Roman"/>
        </w:rPr>
      </w:pPr>
      <w:r>
        <w:rPr>
          <w:rFonts w:cs="Times New Roman"/>
        </w:rPr>
        <w:t>Projektijuht ning vastutav teede spetsialist</w:t>
      </w:r>
      <w:r w:rsidR="00E271B9">
        <w:rPr>
          <w:rFonts w:cs="Times New Roman"/>
        </w:rPr>
        <w:t xml:space="preserve"> </w:t>
      </w:r>
      <w:r w:rsidR="003C3345">
        <w:rPr>
          <w:rFonts w:cs="Times New Roman"/>
        </w:rPr>
        <w:t xml:space="preserve">ajavahemikul </w:t>
      </w:r>
      <w:r>
        <w:rPr>
          <w:rFonts w:cs="Times New Roman"/>
        </w:rPr>
        <w:t>1</w:t>
      </w:r>
      <w:r w:rsidR="00326E72">
        <w:rPr>
          <w:rFonts w:cs="Times New Roman"/>
        </w:rPr>
        <w:t>3</w:t>
      </w:r>
      <w:r>
        <w:rPr>
          <w:rFonts w:cs="Times New Roman"/>
        </w:rPr>
        <w:t>.06.2019</w:t>
      </w:r>
      <w:r w:rsidR="00F362AC">
        <w:rPr>
          <w:rFonts w:cs="Times New Roman"/>
        </w:rPr>
        <w:t>-</w:t>
      </w:r>
      <w:r>
        <w:rPr>
          <w:rFonts w:cs="Times New Roman"/>
        </w:rPr>
        <w:t>20.02.2020</w:t>
      </w:r>
      <w:r w:rsidR="003C3345">
        <w:rPr>
          <w:rFonts w:cs="Times New Roman"/>
        </w:rPr>
        <w:t xml:space="preserve"> oli </w:t>
      </w:r>
      <w:r w:rsidR="00E271B9">
        <w:rPr>
          <w:rFonts w:cs="Times New Roman"/>
        </w:rPr>
        <w:t xml:space="preserve">Vadim Mahkats. </w:t>
      </w:r>
    </w:p>
    <w:p w:rsidR="00E271B9" w:rsidRDefault="00E271B9" w:rsidP="00E271B9">
      <w:pPr>
        <w:pStyle w:val="Snum"/>
        <w:rPr>
          <w:rFonts w:cs="Times New Roman"/>
        </w:rPr>
      </w:pPr>
    </w:p>
    <w:p w:rsidR="00E271B9" w:rsidRDefault="00E271B9" w:rsidP="00E271B9">
      <w:pPr>
        <w:pStyle w:val="Snum"/>
        <w:rPr>
          <w:rFonts w:cs="Times New Roman"/>
        </w:rPr>
      </w:pPr>
      <w:r>
        <w:rPr>
          <w:rFonts w:cs="Times New Roman"/>
        </w:rPr>
        <w:t xml:space="preserve">Kinnituskiri on väljastatud hankemenetluses esitamiseks. 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326E72" w:rsidP="009C74C9">
      <w:pPr>
        <w:rPr>
          <w:rFonts w:eastAsia="Calibri"/>
          <w:szCs w:val="22"/>
        </w:rPr>
      </w:pPr>
      <w:r>
        <w:t xml:space="preserve">Ergo </w:t>
      </w:r>
      <w:proofErr w:type="spellStart"/>
      <w:r>
        <w:t>Leiger</w:t>
      </w:r>
      <w:proofErr w:type="spellEnd"/>
    </w:p>
    <w:p w:rsidR="009C74C9" w:rsidRPr="00015E5C" w:rsidRDefault="00326E72" w:rsidP="009C74C9">
      <w:r>
        <w:t>Tellija projektijuht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9C74C9" w:rsidRDefault="009C74C9" w:rsidP="00A13FDE">
      <w:pPr>
        <w:pStyle w:val="Snum"/>
      </w:pPr>
    </w:p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p w:rsidR="00326E72" w:rsidRPr="00326E72" w:rsidRDefault="00326E72" w:rsidP="00326E72"/>
    <w:sectPr w:rsidR="00326E72" w:rsidRPr="00326E72" w:rsidSect="001C28BA">
      <w:footerReference w:type="default" r:id="rId7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4F90" w:rsidRDefault="00D34F90" w:rsidP="00DF44DF">
      <w:r>
        <w:separator/>
      </w:r>
    </w:p>
  </w:endnote>
  <w:endnote w:type="continuationSeparator" w:id="0">
    <w:p w:rsidR="00D34F90" w:rsidRDefault="00D34F9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9C74C9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9C74C9">
        <w:rPr>
          <w:noProof/>
        </w:rPr>
        <w:t>2</w:t>
      </w:r>
    </w:fldSimple>
    <w:r w:rsidR="003B2A9C" w:rsidRPr="00AD2EA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4F90" w:rsidRDefault="00D34F90" w:rsidP="00DF44DF">
      <w:r>
        <w:separator/>
      </w:r>
    </w:p>
  </w:footnote>
  <w:footnote w:type="continuationSeparator" w:id="0">
    <w:p w:rsidR="00D34F90" w:rsidRDefault="00D34F90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F254F"/>
    <w:rsid w:val="00326E72"/>
    <w:rsid w:val="0034719C"/>
    <w:rsid w:val="00354059"/>
    <w:rsid w:val="00386523"/>
    <w:rsid w:val="00394DCB"/>
    <w:rsid w:val="003B2A9C"/>
    <w:rsid w:val="003C3345"/>
    <w:rsid w:val="00435A13"/>
    <w:rsid w:val="0044084D"/>
    <w:rsid w:val="004B216A"/>
    <w:rsid w:val="004B6EC0"/>
    <w:rsid w:val="004C1391"/>
    <w:rsid w:val="004F1480"/>
    <w:rsid w:val="00546204"/>
    <w:rsid w:val="00550FCD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02620"/>
    <w:rsid w:val="0091786B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34F90"/>
    <w:rsid w:val="00D40650"/>
    <w:rsid w:val="00D77DD0"/>
    <w:rsid w:val="00DF44DF"/>
    <w:rsid w:val="00E023F6"/>
    <w:rsid w:val="00E03DBB"/>
    <w:rsid w:val="00E271B9"/>
    <w:rsid w:val="00F362AC"/>
    <w:rsid w:val="00F859AE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448BE68"/>
  <w15:docId w15:val="{D3DC87F7-6BC0-4773-B84F-37770419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61F1F77-8EB1-4537-8C53-62A1BA12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12</TotalTime>
  <Pages>1</Pages>
  <Words>105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</dc:creator>
  <cp:lastModifiedBy>Annela Sartakov</cp:lastModifiedBy>
  <cp:revision>5</cp:revision>
  <cp:lastPrinted>2014-04-03T10:06:00Z</cp:lastPrinted>
  <dcterms:created xsi:type="dcterms:W3CDTF">2020-05-25T11:54:00Z</dcterms:created>
  <dcterms:modified xsi:type="dcterms:W3CDTF">2020-05-25T12:16:00Z</dcterms:modified>
</cp:coreProperties>
</file>